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AF" w:rsidRDefault="00526940">
      <w:pPr>
        <w:spacing w:after="200" w:line="276" w:lineRule="auto"/>
        <w:jc w:val="right"/>
        <w:rPr>
          <w:rFonts w:ascii="Arial" w:hAnsi="Arial"/>
          <w:sz w:val="21"/>
          <w:szCs w:val="21"/>
        </w:rPr>
      </w:pPr>
      <w:bookmarkStart w:id="0" w:name="_GoBack"/>
      <w:bookmarkEnd w:id="0"/>
      <w:r>
        <w:rPr>
          <w:rFonts w:ascii="Arial" w:hAnsi="Arial" w:cs="Calibri"/>
          <w:b/>
          <w:bCs/>
          <w:sz w:val="21"/>
          <w:szCs w:val="21"/>
        </w:rPr>
        <w:t>All. A</w:t>
      </w:r>
    </w:p>
    <w:p w:rsidR="00F60AAF" w:rsidRDefault="00526940">
      <w:pPr>
        <w:spacing w:after="200" w:line="276" w:lineRule="auto"/>
        <w:jc w:val="right"/>
        <w:rPr>
          <w:rFonts w:ascii="Arial" w:hAnsi="Arial"/>
          <w:sz w:val="21"/>
          <w:szCs w:val="21"/>
        </w:rPr>
      </w:pPr>
      <w:r>
        <w:rPr>
          <w:rFonts w:ascii="Arial" w:hAnsi="Arial" w:cs="TrebuchetMS,Bold-OneByteIdentit"/>
          <w:b/>
          <w:bCs/>
          <w:sz w:val="21"/>
          <w:szCs w:val="21"/>
        </w:rPr>
        <w:t>Al Direttore Generale della ASL n. 5 di Oristano</w:t>
      </w:r>
    </w:p>
    <w:p w:rsidR="00F60AAF" w:rsidRDefault="00526940">
      <w:pPr>
        <w:spacing w:after="200" w:line="276" w:lineRule="auto"/>
        <w:jc w:val="right"/>
        <w:rPr>
          <w:rFonts w:ascii="Arial" w:hAnsi="Arial"/>
          <w:sz w:val="21"/>
          <w:szCs w:val="21"/>
        </w:rPr>
      </w:pPr>
      <w:r>
        <w:rPr>
          <w:rFonts w:ascii="Arial" w:hAnsi="Arial" w:cs="TrebuchetMS,Bold-OneByteIdentit"/>
          <w:b/>
          <w:bCs/>
          <w:sz w:val="21"/>
          <w:szCs w:val="21"/>
        </w:rPr>
        <w:t>via pec</w:t>
      </w:r>
    </w:p>
    <w:p w:rsidR="00F60AAF" w:rsidRDefault="00155E80">
      <w:pPr>
        <w:spacing w:line="276" w:lineRule="auto"/>
        <w:jc w:val="right"/>
        <w:rPr>
          <w:rFonts w:ascii="Arial" w:hAnsi="Arial"/>
          <w:sz w:val="21"/>
          <w:szCs w:val="21"/>
        </w:rPr>
      </w:pPr>
      <w:hyperlink r:id="rId8" w:history="1">
        <w:r w:rsidR="00653EEB" w:rsidRPr="00A54E5E">
          <w:rPr>
            <w:rStyle w:val="Collegamentoipertestuale"/>
            <w:rFonts w:ascii="Arial" w:hAnsi="Arial" w:cs="TrebuchetMS,Bold-OneByteIdentit"/>
            <w:b/>
            <w:bCs/>
            <w:sz w:val="22"/>
            <w:szCs w:val="22"/>
          </w:rPr>
          <w:t>risorseumane@pec.asloristano.it</w:t>
        </w:r>
      </w:hyperlink>
      <w:hyperlink>
        <w:r w:rsidR="00526940">
          <w:rPr>
            <w:rFonts w:ascii="Arial" w:hAnsi="Arial" w:cs="TrebuchetMS,Bold-OneByteIdentit"/>
            <w:b/>
            <w:bCs/>
            <w:sz w:val="22"/>
            <w:szCs w:val="22"/>
          </w:rPr>
          <w:t>.</w:t>
        </w:r>
      </w:hyperlink>
    </w:p>
    <w:p w:rsidR="00F60AAF" w:rsidRDefault="00F60AAF">
      <w:pPr>
        <w:spacing w:line="276" w:lineRule="auto"/>
        <w:jc w:val="right"/>
        <w:rPr>
          <w:rFonts w:ascii="Arial" w:hAnsi="Arial"/>
          <w:sz w:val="21"/>
          <w:szCs w:val="21"/>
        </w:rPr>
      </w:pPr>
    </w:p>
    <w:p w:rsidR="00F60AAF" w:rsidRDefault="00F60AAF">
      <w:pPr>
        <w:spacing w:after="200" w:line="276" w:lineRule="auto"/>
        <w:jc w:val="right"/>
        <w:rPr>
          <w:rFonts w:ascii="Arial" w:hAnsi="Arial" w:cs="Calibri"/>
          <w:b/>
          <w:bCs/>
          <w:sz w:val="21"/>
          <w:szCs w:val="21"/>
        </w:rPr>
      </w:pPr>
    </w:p>
    <w:p w:rsidR="00F60AAF" w:rsidRDefault="00F60AAF">
      <w:pPr>
        <w:spacing w:after="200" w:line="276" w:lineRule="auto"/>
        <w:rPr>
          <w:rFonts w:cs="Calibri"/>
          <w:b/>
          <w:bCs/>
        </w:rPr>
      </w:pPr>
    </w:p>
    <w:p w:rsidR="00F60AAF" w:rsidRDefault="00526940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Il/la sottoscritto/a..........................................</w:t>
      </w:r>
    </w:p>
    <w:p w:rsidR="00F60AAF" w:rsidRDefault="00F60AAF">
      <w:pPr>
        <w:spacing w:line="360" w:lineRule="auto"/>
        <w:jc w:val="both"/>
        <w:rPr>
          <w:rFonts w:ascii="Arial" w:hAnsi="Arial" w:cs="Calibri"/>
          <w:sz w:val="21"/>
          <w:szCs w:val="21"/>
        </w:rPr>
      </w:pPr>
    </w:p>
    <w:p w:rsidR="00F60AAF" w:rsidRDefault="00526940">
      <w:pPr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Calibri"/>
          <w:b/>
          <w:bCs/>
          <w:sz w:val="21"/>
          <w:szCs w:val="21"/>
        </w:rPr>
        <w:t>MANIFESTA L’ INTERESSE</w:t>
      </w:r>
    </w:p>
    <w:p w:rsidR="00F60AAF" w:rsidRDefault="00526940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a partecipare all’avviso interno per il conferimento dell’incarico di sostituzione ex art. 2</w:t>
      </w:r>
      <w:r w:rsidR="00F4144F">
        <w:rPr>
          <w:rFonts w:ascii="Arial" w:hAnsi="Arial" w:cs="Calibri"/>
          <w:sz w:val="21"/>
          <w:szCs w:val="21"/>
        </w:rPr>
        <w:t>5</w:t>
      </w:r>
      <w:r>
        <w:rPr>
          <w:rFonts w:ascii="Arial" w:hAnsi="Arial" w:cs="Calibri"/>
          <w:sz w:val="21"/>
          <w:szCs w:val="21"/>
        </w:rPr>
        <w:t xml:space="preserve"> del CCNL Area Sanità, sottoscritto il </w:t>
      </w:r>
      <w:r w:rsidR="00F4144F">
        <w:rPr>
          <w:rFonts w:ascii="Arial" w:hAnsi="Arial" w:cs="Calibri"/>
          <w:sz w:val="21"/>
          <w:szCs w:val="21"/>
        </w:rPr>
        <w:t>23</w:t>
      </w:r>
      <w:r>
        <w:rPr>
          <w:rFonts w:ascii="Arial" w:hAnsi="Arial" w:cs="Calibri"/>
          <w:sz w:val="21"/>
          <w:szCs w:val="21"/>
        </w:rPr>
        <w:t>.</w:t>
      </w:r>
      <w:r w:rsidR="00F4144F">
        <w:rPr>
          <w:rFonts w:ascii="Arial" w:hAnsi="Arial" w:cs="Calibri"/>
          <w:sz w:val="21"/>
          <w:szCs w:val="21"/>
        </w:rPr>
        <w:t>01.2024</w:t>
      </w:r>
      <w:r>
        <w:rPr>
          <w:rFonts w:ascii="Arial" w:hAnsi="Arial" w:cs="Calibri"/>
          <w:sz w:val="21"/>
          <w:szCs w:val="21"/>
        </w:rPr>
        <w:t>, di Direzione della Struttura Complessa</w:t>
      </w:r>
      <w:r w:rsidR="00F4144F">
        <w:rPr>
          <w:rFonts w:ascii="Arial" w:hAnsi="Arial" w:cs="Calibri"/>
          <w:sz w:val="21"/>
          <w:szCs w:val="21"/>
        </w:rPr>
        <w:t xml:space="preserve"> “__________________” </w:t>
      </w:r>
      <w:r>
        <w:rPr>
          <w:rFonts w:ascii="Arial" w:hAnsi="Arial" w:cs="Calibri"/>
          <w:sz w:val="21"/>
          <w:szCs w:val="21"/>
        </w:rPr>
        <w:t xml:space="preserve"> afferente al Dipartimento _________________________________ del</w:t>
      </w:r>
      <w:r w:rsidR="00F4144F">
        <w:rPr>
          <w:rFonts w:ascii="Arial" w:hAnsi="Arial" w:cs="Calibri"/>
          <w:sz w:val="21"/>
          <w:szCs w:val="21"/>
        </w:rPr>
        <w:t>la ASL n. 5 di Oristano</w:t>
      </w:r>
      <w:r>
        <w:rPr>
          <w:rFonts w:ascii="Arial" w:hAnsi="Arial" w:cs="Calibri"/>
          <w:sz w:val="21"/>
          <w:szCs w:val="21"/>
        </w:rPr>
        <w:t>.</w:t>
      </w:r>
    </w:p>
    <w:p w:rsidR="00F60AAF" w:rsidRDefault="00526940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 xml:space="preserve">A tal fine, </w:t>
      </w:r>
    </w:p>
    <w:p w:rsidR="00F60AAF" w:rsidRDefault="00526940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 xml:space="preserve">AI SENSI </w:t>
      </w:r>
      <w:r>
        <w:rPr>
          <w:rFonts w:ascii="Arial" w:hAnsi="Arial" w:cs="Calibri"/>
          <w:bCs/>
          <w:color w:val="000000"/>
          <w:sz w:val="21"/>
          <w:szCs w:val="21"/>
        </w:rPr>
        <w:t xml:space="preserve">DEGLI ARTT. 46 E 47 DEL D.P.R. 445 DEL 28/12/2000 E S.M.I. SOTTO LA PROPRIA RESPONSABILITA’ </w:t>
      </w:r>
      <w:r>
        <w:rPr>
          <w:rFonts w:ascii="Arial" w:hAnsi="Arial" w:cs="Calibri"/>
          <w:sz w:val="21"/>
          <w:szCs w:val="21"/>
        </w:rPr>
        <w:t>DICHIARA DI:</w:t>
      </w:r>
    </w:p>
    <w:p w:rsidR="00F60AAF" w:rsidRDefault="00526940">
      <w:pPr>
        <w:pStyle w:val="Paragrafoelenco"/>
        <w:numPr>
          <w:ilvl w:val="0"/>
          <w:numId w:val="1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consapevole delle sanzioni penali previste dall’art. 76 del D.P.R. 28.12.2000 n. 445 per le dichiarazioni mendaci e nelle ipotesi di falsità in atti;</w:t>
      </w:r>
    </w:p>
    <w:p w:rsidR="00F60AAF" w:rsidRDefault="00526940">
      <w:pPr>
        <w:pStyle w:val="Paragrafoelenco"/>
        <w:numPr>
          <w:ilvl w:val="0"/>
          <w:numId w:val="1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 xml:space="preserve">consapevole altresì di incorrere nella decadenza dai benefici eventualmente conseguenti al provvedimento emanato dall’Azienda, qualora in sede di controllo emerga la non veridicità del contenuto delle seguenti dichiarazioni, </w:t>
      </w:r>
    </w:p>
    <w:p w:rsidR="00F60AAF" w:rsidRDefault="00F60AAF">
      <w:pPr>
        <w:pStyle w:val="Paragrafoelenco"/>
        <w:jc w:val="both"/>
        <w:rPr>
          <w:rFonts w:ascii="Arial" w:hAnsi="Arial" w:cs="Calibri"/>
          <w:sz w:val="21"/>
          <w:szCs w:val="21"/>
        </w:rPr>
      </w:pPr>
    </w:p>
    <w:p w:rsidR="00F60AAF" w:rsidRDefault="00F60AAF">
      <w:pPr>
        <w:pStyle w:val="Paragrafoelenco"/>
        <w:jc w:val="center"/>
        <w:rPr>
          <w:rFonts w:ascii="Arial" w:hAnsi="Arial"/>
          <w:sz w:val="21"/>
          <w:szCs w:val="21"/>
        </w:rPr>
      </w:pPr>
    </w:p>
    <w:p w:rsidR="00F60AAF" w:rsidRDefault="00526940">
      <w:pPr>
        <w:pStyle w:val="Paragrafoelenco"/>
        <w:numPr>
          <w:ilvl w:val="0"/>
          <w:numId w:val="2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essere nato/a a ____________________________________________ il ________________;</w:t>
      </w:r>
    </w:p>
    <w:p w:rsidR="00F60AAF" w:rsidRDefault="00526940">
      <w:pPr>
        <w:pStyle w:val="Paragrafoelenco"/>
        <w:numPr>
          <w:ilvl w:val="0"/>
          <w:numId w:val="2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essere residente a ________________________________________ CAP _______________, Via____________________________________ n. ______ tel.__________________________;</w:t>
      </w:r>
    </w:p>
    <w:p w:rsidR="00F60AAF" w:rsidRDefault="00526940">
      <w:pPr>
        <w:pStyle w:val="Paragrafoelenco"/>
        <w:numPr>
          <w:ilvl w:val="0"/>
          <w:numId w:val="2"/>
        </w:numPr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essere dipendente della ASL n. 5 di Oristano,</w:t>
      </w:r>
      <w:r w:rsidR="004E2FFE">
        <w:rPr>
          <w:rFonts w:ascii="Arial" w:hAnsi="Arial" w:cs="Calibri"/>
          <w:sz w:val="21"/>
          <w:szCs w:val="21"/>
        </w:rPr>
        <w:t xml:space="preserve"> </w:t>
      </w:r>
      <w:r>
        <w:rPr>
          <w:rFonts w:ascii="Arial" w:hAnsi="Arial" w:cs="Calibri"/>
          <w:sz w:val="21"/>
          <w:szCs w:val="21"/>
        </w:rPr>
        <w:t>con rapporto di lavoro a tempo indeterminato;</w:t>
      </w:r>
    </w:p>
    <w:p w:rsidR="00F60AAF" w:rsidRDefault="00526940">
      <w:pPr>
        <w:pStyle w:val="Paragrafoelenco"/>
        <w:numPr>
          <w:ilvl w:val="0"/>
          <w:numId w:val="2"/>
        </w:numPr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prestare la propria attività in regime di</w:t>
      </w:r>
      <w:r>
        <w:rPr>
          <w:rFonts w:ascii="Arial" w:hAnsi="Arial" w:cs="Calibri"/>
          <w:b/>
          <w:sz w:val="21"/>
          <w:szCs w:val="21"/>
        </w:rPr>
        <w:t xml:space="preserve">  (BARRARE LA CASELLA D’INTERESSE)</w:t>
      </w:r>
    </w:p>
    <w:p w:rsidR="00F60AAF" w:rsidRDefault="00F60AAF">
      <w:pPr>
        <w:pStyle w:val="Paragrafoelenco"/>
        <w:ind w:left="1080"/>
        <w:rPr>
          <w:rFonts w:ascii="Arial" w:hAnsi="Arial"/>
          <w:sz w:val="21"/>
          <w:szCs w:val="21"/>
        </w:rPr>
      </w:pPr>
    </w:p>
    <w:p w:rsidR="00F60AAF" w:rsidRDefault="00F71E82">
      <w:pPr>
        <w:pStyle w:val="Paragrafoelenco"/>
        <w:numPr>
          <w:ilvl w:val="0"/>
          <w:numId w:val="3"/>
        </w:numPr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5080" r="10160" b="13335"/>
                <wp:wrapNone/>
                <wp:docPr id="7" name="Forma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0F19B" id="Forma1" o:spid="_x0000_s1026" style="position:absolute;margin-left:34.7pt;margin-top:1.9pt;width:9.8pt;height:9.8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 xml:space="preserve">esclusività </w:t>
      </w:r>
    </w:p>
    <w:p w:rsidR="00F60AAF" w:rsidRDefault="00F71E82">
      <w:pPr>
        <w:pStyle w:val="Paragrafoelenco"/>
        <w:numPr>
          <w:ilvl w:val="0"/>
          <w:numId w:val="3"/>
        </w:numPr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5715" r="10160" b="12700"/>
                <wp:wrapNone/>
                <wp:docPr id="6" name="Forma1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722B8" id="Forma1_0" o:spid="_x0000_s1026" style="position:absolute;margin-left:34.7pt;margin-top:1.9pt;width:9.8pt;height:9.8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>non esclusività</w:t>
      </w:r>
    </w:p>
    <w:p w:rsidR="00F60AAF" w:rsidRDefault="00F60AAF">
      <w:pPr>
        <w:pStyle w:val="Paragrafoelenco"/>
        <w:ind w:left="1080"/>
        <w:rPr>
          <w:rFonts w:ascii="Arial" w:hAnsi="Arial"/>
          <w:sz w:val="21"/>
          <w:szCs w:val="21"/>
        </w:rPr>
      </w:pPr>
    </w:p>
    <w:p w:rsidR="00F60AAF" w:rsidRDefault="00526940">
      <w:pPr>
        <w:pStyle w:val="Paragrafoelenco"/>
        <w:ind w:left="360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al momento della scadenza del termine per la presentazione della domanda</w:t>
      </w:r>
      <w:r>
        <w:rPr>
          <w:rFonts w:ascii="Arial" w:eastAsia="Calibri" w:hAnsi="Arial" w:cs="Calibri"/>
          <w:sz w:val="21"/>
          <w:szCs w:val="21"/>
          <w:lang w:eastAsia="en-US"/>
        </w:rPr>
        <w:t xml:space="preserve"> fissato nell’avviso;</w:t>
      </w:r>
    </w:p>
    <w:p w:rsidR="00F60AAF" w:rsidRDefault="00F60AAF">
      <w:pPr>
        <w:pStyle w:val="Paragrafoelenco"/>
        <w:ind w:left="360"/>
        <w:rPr>
          <w:rFonts w:ascii="Arial" w:hAnsi="Arial"/>
          <w:sz w:val="21"/>
          <w:szCs w:val="21"/>
        </w:rPr>
      </w:pPr>
    </w:p>
    <w:p w:rsidR="00F60AAF" w:rsidRDefault="00526940">
      <w:pPr>
        <w:pStyle w:val="Paragrafoelenco"/>
        <w:numPr>
          <w:ilvl w:val="0"/>
          <w:numId w:val="2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 xml:space="preserve">di essere inquadrato nel profilo di </w:t>
      </w:r>
      <w:r>
        <w:rPr>
          <w:rFonts w:ascii="Arial" w:hAnsi="Arial" w:cs="Calibri"/>
          <w:b/>
          <w:sz w:val="21"/>
          <w:szCs w:val="21"/>
        </w:rPr>
        <w:t xml:space="preserve">dirigente ______________ </w:t>
      </w:r>
      <w:r>
        <w:rPr>
          <w:rFonts w:ascii="Arial" w:hAnsi="Arial" w:cs="Calibri"/>
          <w:sz w:val="21"/>
          <w:szCs w:val="21"/>
        </w:rPr>
        <w:t>disciplina:___________________</w:t>
      </w:r>
      <w:r w:rsidR="00C727F5">
        <w:rPr>
          <w:rFonts w:ascii="Arial" w:hAnsi="Arial" w:cs="Calibri"/>
          <w:sz w:val="21"/>
          <w:szCs w:val="21"/>
        </w:rPr>
        <w:t>__________________________</w:t>
      </w:r>
      <w:r>
        <w:rPr>
          <w:rFonts w:ascii="Arial" w:hAnsi="Arial" w:cs="Calibri"/>
          <w:sz w:val="21"/>
          <w:szCs w:val="21"/>
        </w:rPr>
        <w:t xml:space="preserve"> dal ______________________;</w:t>
      </w:r>
    </w:p>
    <w:p w:rsidR="00F60AAF" w:rsidRDefault="00526940">
      <w:pPr>
        <w:pStyle w:val="Paragrafoelenco"/>
        <w:numPr>
          <w:ilvl w:val="0"/>
          <w:numId w:val="2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essere attualmente in servizio presso la SC/ ____</w:t>
      </w:r>
      <w:r w:rsidR="00C727F5">
        <w:rPr>
          <w:rFonts w:ascii="Arial" w:hAnsi="Arial" w:cs="Calibri"/>
          <w:sz w:val="21"/>
          <w:szCs w:val="21"/>
        </w:rPr>
        <w:t xml:space="preserve">______________________________, </w:t>
      </w:r>
      <w:r>
        <w:rPr>
          <w:rFonts w:ascii="Arial" w:hAnsi="Arial" w:cs="Calibri"/>
          <w:sz w:val="21"/>
          <w:szCs w:val="21"/>
        </w:rPr>
        <w:t>afferente al Dipartimento  _______________________________________________________;</w:t>
      </w:r>
    </w:p>
    <w:p w:rsidR="00F60AAF" w:rsidRDefault="00526940">
      <w:pPr>
        <w:pStyle w:val="Paragrafoelenco"/>
        <w:numPr>
          <w:ilvl w:val="0"/>
          <w:numId w:val="2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eastAsia="Calibri" w:hAnsi="Arial" w:cs="Calibri"/>
          <w:sz w:val="21"/>
          <w:szCs w:val="21"/>
          <w:lang w:eastAsia="en-US"/>
        </w:rPr>
        <w:t>di essere titolare del seguente incarico dirigenziale:</w:t>
      </w:r>
    </w:p>
    <w:p w:rsidR="00F60AAF" w:rsidRDefault="00F71E82">
      <w:pPr>
        <w:pStyle w:val="Paragrafoelenco"/>
        <w:numPr>
          <w:ilvl w:val="0"/>
          <w:numId w:val="4"/>
        </w:numPr>
        <w:spacing w:line="360" w:lineRule="auto"/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6350" r="10160" b="12065"/>
                <wp:wrapNone/>
                <wp:docPr id="5" name="Forma1_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15E05" id="Forma1_1" o:spid="_x0000_s1026" style="position:absolute;margin-left:34.7pt;margin-top:1.9pt;width:9.8pt;height:9.8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 xml:space="preserve">di direzione di struttura semplice     </w:t>
      </w:r>
    </w:p>
    <w:p w:rsidR="00F60AAF" w:rsidRDefault="00F71E82">
      <w:pPr>
        <w:pStyle w:val="Paragrafoelenco"/>
        <w:numPr>
          <w:ilvl w:val="0"/>
          <w:numId w:val="4"/>
        </w:numPr>
        <w:spacing w:line="360" w:lineRule="auto"/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6985" r="10160" b="11430"/>
                <wp:wrapNone/>
                <wp:docPr id="4" name="Forma1_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AFE52" id="Forma1_2" o:spid="_x0000_s1026" style="position:absolute;margin-left:34.7pt;margin-top:1.9pt;width:9.8pt;height:9.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 xml:space="preserve">di altissima professionalità </w:t>
      </w:r>
      <w:r w:rsidR="00526940">
        <w:rPr>
          <w:rFonts w:ascii="Arial" w:hAnsi="Arial" w:cs="Calibri"/>
          <w:sz w:val="21"/>
          <w:szCs w:val="21"/>
        </w:rPr>
        <w:tab/>
      </w:r>
    </w:p>
    <w:p w:rsidR="00F60AAF" w:rsidRDefault="00F71E82">
      <w:pPr>
        <w:pStyle w:val="Paragrafoelenco"/>
        <w:numPr>
          <w:ilvl w:val="0"/>
          <w:numId w:val="4"/>
        </w:numPr>
        <w:spacing w:line="360" w:lineRule="auto"/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8255" r="10160" b="10160"/>
                <wp:wrapNone/>
                <wp:docPr id="3" name="Forma1_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85C08" id="Forma1_3" o:spid="_x0000_s1026" style="position:absolute;margin-left:34.7pt;margin-top:1.9pt;width:9.8pt;height:9.8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 xml:space="preserve">di alta specializzazione    </w:t>
      </w:r>
    </w:p>
    <w:p w:rsidR="00F60AAF" w:rsidRDefault="00F71E82">
      <w:pPr>
        <w:pStyle w:val="Paragrafoelenco"/>
        <w:numPr>
          <w:ilvl w:val="0"/>
          <w:numId w:val="4"/>
        </w:numPr>
        <w:spacing w:line="360" w:lineRule="auto"/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8890" r="10160" b="9525"/>
                <wp:wrapNone/>
                <wp:docPr id="2" name="Forma1_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E3DD4" id="Forma1_4" o:spid="_x0000_s1026" style="position:absolute;margin-left:34.7pt;margin-top:1.9pt;width:9.8pt;height:9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>altro ……………………………………….</w:t>
      </w:r>
    </w:p>
    <w:p w:rsidR="00F60AAF" w:rsidRDefault="00526940">
      <w:pPr>
        <w:pStyle w:val="Paragrafoelenco"/>
        <w:spacing w:line="360" w:lineRule="auto"/>
        <w:ind w:left="360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lastRenderedPageBreak/>
        <w:t>dal ………………………………  (indicare giorno/ mese/anno)</w:t>
      </w:r>
    </w:p>
    <w:p w:rsidR="00F60AAF" w:rsidRDefault="00F71E82" w:rsidP="00C727F5">
      <w:pPr>
        <w:pStyle w:val="Paragrafoelenco"/>
        <w:spacing w:line="360" w:lineRule="auto"/>
        <w:ind w:left="1080"/>
        <w:rPr>
          <w:rFonts w:ascii="Arial" w:hAnsi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24130</wp:posOffset>
                </wp:positionV>
                <wp:extent cx="124460" cy="124460"/>
                <wp:effectExtent l="8255" t="10795" r="10160" b="7620"/>
                <wp:wrapNone/>
                <wp:docPr id="1" name="Forma1_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44F24" id="Forma1_5" o:spid="_x0000_s1026" style="position:absolute;margin-left:34.7pt;margin-top:1.9pt;width:9.8pt;height:9.8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" fillcolor="#729fcf" strokecolor="#3465a4">
                <v:stroke joinstyle="round"/>
              </v:rect>
            </w:pict>
          </mc:Fallback>
        </mc:AlternateContent>
      </w:r>
      <w:r w:rsidR="00526940">
        <w:rPr>
          <w:rFonts w:ascii="Arial" w:hAnsi="Arial" w:cs="Calibri"/>
          <w:sz w:val="21"/>
          <w:szCs w:val="21"/>
        </w:rPr>
        <w:t>nessun incarico</w:t>
      </w:r>
    </w:p>
    <w:p w:rsidR="00F60AAF" w:rsidRDefault="00F60AAF">
      <w:pPr>
        <w:pStyle w:val="Paragrafoelenco"/>
        <w:spacing w:line="360" w:lineRule="auto"/>
        <w:ind w:left="360"/>
        <w:rPr>
          <w:rFonts w:ascii="Arial" w:hAnsi="Arial"/>
          <w:sz w:val="21"/>
          <w:szCs w:val="21"/>
        </w:rPr>
      </w:pPr>
    </w:p>
    <w:p w:rsidR="00F60AAF" w:rsidRDefault="00526940">
      <w:pPr>
        <w:pStyle w:val="Paragrafoelenco"/>
        <w:widowControl w:val="0"/>
        <w:numPr>
          <w:ilvl w:val="0"/>
          <w:numId w:val="2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bCs/>
          <w:sz w:val="21"/>
          <w:szCs w:val="21"/>
        </w:rPr>
        <w:t>di accettare, senza riserve, tutte le norme contenute nel bando relativo alla selezione in oggetto;</w:t>
      </w:r>
    </w:p>
    <w:p w:rsidR="00F60AAF" w:rsidRDefault="00526940">
      <w:pPr>
        <w:pStyle w:val="Paragrafoelenco"/>
        <w:numPr>
          <w:ilvl w:val="0"/>
          <w:numId w:val="2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di prestare il consenso al trattamento dei dati personali ai sensi del D. Lgs. n. 196 del 30 giugno 2003 e s.m.i., per le disposizioni non incompatibili con il Regolamento (UE) n. 679/2016 e del Regolamento per la protezione dei dati personali ATS Sardegna, approvato con Deliberazione del Direttore Generale n. 535 del 18.04.2018,</w:t>
      </w:r>
      <w:r w:rsidR="00C727F5">
        <w:rPr>
          <w:rFonts w:ascii="Arial" w:hAnsi="Arial" w:cs="Calibri"/>
          <w:sz w:val="21"/>
          <w:szCs w:val="21"/>
        </w:rPr>
        <w:t xml:space="preserve"> </w:t>
      </w:r>
      <w:r>
        <w:rPr>
          <w:rFonts w:ascii="Arial" w:hAnsi="Arial" w:cs="Calibri"/>
          <w:sz w:val="21"/>
          <w:szCs w:val="21"/>
        </w:rPr>
        <w:t>e di avere preso visione dell’informativa sulla tutela dei dati personali.</w:t>
      </w:r>
    </w:p>
    <w:p w:rsidR="00F60AAF" w:rsidRDefault="00F60AAF">
      <w:pPr>
        <w:pStyle w:val="Paragrafoelenco"/>
        <w:widowControl w:val="0"/>
        <w:spacing w:line="360" w:lineRule="auto"/>
        <w:ind w:left="360"/>
        <w:jc w:val="both"/>
        <w:rPr>
          <w:rFonts w:ascii="Arial" w:hAnsi="Arial" w:cs="Calibri"/>
          <w:bCs/>
          <w:sz w:val="21"/>
          <w:szCs w:val="21"/>
        </w:rPr>
      </w:pPr>
    </w:p>
    <w:p w:rsidR="00F60AAF" w:rsidRDefault="00526940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Allega i seguenti documenti:</w:t>
      </w:r>
    </w:p>
    <w:p w:rsidR="00F60AAF" w:rsidRDefault="00526940">
      <w:pPr>
        <w:numPr>
          <w:ilvl w:val="0"/>
          <w:numId w:val="6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curriculum formativo e professionale, datato e firmato digitalmente, e reso sotto forma di dichiarazione sostitutiva, ai sensi degli artt. 46 e 47 del D.P.R. 445/2000;</w:t>
      </w:r>
    </w:p>
    <w:p w:rsidR="00F60AAF" w:rsidRDefault="00526940">
      <w:pPr>
        <w:numPr>
          <w:ilvl w:val="0"/>
          <w:numId w:val="6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scansione di un documento di identità in corso di validità;</w:t>
      </w:r>
    </w:p>
    <w:p w:rsidR="00F60AAF" w:rsidRDefault="00526940">
      <w:pPr>
        <w:numPr>
          <w:ilvl w:val="0"/>
          <w:numId w:val="6"/>
        </w:num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Calibri"/>
          <w:sz w:val="22"/>
          <w:szCs w:val="22"/>
        </w:rPr>
        <w:t>altro (documenti e titoli che si ritenga opportuno presentare nel proprio interesse).</w:t>
      </w:r>
    </w:p>
    <w:p w:rsidR="00F60AAF" w:rsidRDefault="00F60AAF">
      <w:pPr>
        <w:jc w:val="both"/>
        <w:rPr>
          <w:rFonts w:ascii="Arial" w:hAnsi="Arial"/>
          <w:sz w:val="21"/>
          <w:szCs w:val="21"/>
        </w:rPr>
      </w:pPr>
    </w:p>
    <w:p w:rsidR="00F60AAF" w:rsidRDefault="00F60AAF">
      <w:pPr>
        <w:jc w:val="both"/>
        <w:rPr>
          <w:rFonts w:ascii="Arial" w:hAnsi="Arial"/>
          <w:sz w:val="21"/>
          <w:szCs w:val="21"/>
        </w:rPr>
      </w:pPr>
    </w:p>
    <w:p w:rsidR="00F60AAF" w:rsidRDefault="00526940">
      <w:pPr>
        <w:spacing w:line="48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Helvetica"/>
          <w:sz w:val="21"/>
          <w:szCs w:val="21"/>
        </w:rPr>
        <w:t>Distinti saluti</w:t>
      </w:r>
    </w:p>
    <w:p w:rsidR="00F60AAF" w:rsidRDefault="00F60AAF">
      <w:pPr>
        <w:spacing w:line="480" w:lineRule="auto"/>
        <w:jc w:val="both"/>
        <w:rPr>
          <w:rFonts w:ascii="Arial" w:hAnsi="Arial"/>
          <w:sz w:val="21"/>
          <w:szCs w:val="21"/>
        </w:rPr>
      </w:pPr>
    </w:p>
    <w:p w:rsidR="00F60AAF" w:rsidRDefault="00526940">
      <w:pPr>
        <w:spacing w:line="480" w:lineRule="auto"/>
        <w:jc w:val="both"/>
        <w:rPr>
          <w:b/>
          <w:bCs/>
        </w:rPr>
      </w:pPr>
      <w:r>
        <w:rPr>
          <w:rFonts w:ascii="Arial" w:hAnsi="Arial" w:cs="Helvetica"/>
          <w:b/>
          <w:bCs/>
          <w:sz w:val="21"/>
          <w:szCs w:val="21"/>
        </w:rPr>
        <w:t>FIRMA DIGITALE ____________________________</w:t>
      </w:r>
    </w:p>
    <w:p w:rsidR="00F60AAF" w:rsidRDefault="00F60AAF">
      <w:pPr>
        <w:spacing w:line="480" w:lineRule="auto"/>
        <w:jc w:val="both"/>
        <w:rPr>
          <w:rFonts w:ascii="Garamond" w:hAnsi="Garamond" w:cs="Helvetica"/>
          <w:b/>
          <w:bCs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p w:rsidR="00F60AAF" w:rsidRDefault="00F60AAF">
      <w:pPr>
        <w:spacing w:line="480" w:lineRule="auto"/>
        <w:jc w:val="both"/>
        <w:rPr>
          <w:rFonts w:ascii="Garamond" w:hAnsi="Garamond" w:cs="Helvetica"/>
        </w:rPr>
      </w:pPr>
    </w:p>
    <w:sectPr w:rsidR="00F60AAF" w:rsidSect="00F60AAF">
      <w:footerReference w:type="default" r:id="rId9"/>
      <w:pgSz w:w="11906" w:h="16838"/>
      <w:pgMar w:top="1417" w:right="1134" w:bottom="993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80" w:rsidRDefault="00155E80" w:rsidP="00F60AAF">
      <w:r>
        <w:separator/>
      </w:r>
    </w:p>
  </w:endnote>
  <w:endnote w:type="continuationSeparator" w:id="0">
    <w:p w:rsidR="00155E80" w:rsidRDefault="00155E80" w:rsidP="00F6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,Bold-OneByteIdentit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AAF" w:rsidRDefault="00F60AAF">
    <w:pPr>
      <w:pStyle w:val="Pidipagina1"/>
      <w:jc w:val="right"/>
    </w:pPr>
    <w:r>
      <w:rPr>
        <w:sz w:val="16"/>
        <w:szCs w:val="16"/>
      </w:rPr>
      <w:fldChar w:fldCharType="begin"/>
    </w:r>
    <w:r w:rsidR="00526940"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F71E82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F60AAF" w:rsidRDefault="00F60AAF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80" w:rsidRDefault="00155E80" w:rsidP="00F60AAF">
      <w:r>
        <w:separator/>
      </w:r>
    </w:p>
  </w:footnote>
  <w:footnote w:type="continuationSeparator" w:id="0">
    <w:p w:rsidR="00155E80" w:rsidRDefault="00155E80" w:rsidP="00F60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0AE8"/>
    <w:multiLevelType w:val="multilevel"/>
    <w:tmpl w:val="406025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7243B4B"/>
    <w:multiLevelType w:val="multilevel"/>
    <w:tmpl w:val="D4AEBF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3100026E"/>
    <w:multiLevelType w:val="multilevel"/>
    <w:tmpl w:val="DA6A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62C40C8"/>
    <w:multiLevelType w:val="multilevel"/>
    <w:tmpl w:val="FE98BF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ACD3202"/>
    <w:multiLevelType w:val="multilevel"/>
    <w:tmpl w:val="E126190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E95F56"/>
    <w:multiLevelType w:val="multilevel"/>
    <w:tmpl w:val="68584F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7FD866EA"/>
    <w:multiLevelType w:val="multilevel"/>
    <w:tmpl w:val="D9E252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69"/>
    <w:rsid w:val="00155E80"/>
    <w:rsid w:val="00256ECF"/>
    <w:rsid w:val="003A390B"/>
    <w:rsid w:val="00493BB0"/>
    <w:rsid w:val="004E2FFE"/>
    <w:rsid w:val="00526940"/>
    <w:rsid w:val="005E02EF"/>
    <w:rsid w:val="00653EEB"/>
    <w:rsid w:val="006D536B"/>
    <w:rsid w:val="00930CC5"/>
    <w:rsid w:val="00BD43EE"/>
    <w:rsid w:val="00C727F5"/>
    <w:rsid w:val="00EB199E"/>
    <w:rsid w:val="00F4144F"/>
    <w:rsid w:val="00F60AAF"/>
    <w:rsid w:val="00F71E82"/>
    <w:rsid w:val="00FD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0F45D-2605-4F04-A8F5-DE25819A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1">
    <w:name w:val="Corpo testo Carattere1"/>
    <w:basedOn w:val="Carpredefinitoparagrafo"/>
    <w:link w:val="Corpotesto"/>
    <w:qFormat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rpotestoCarattere">
    <w:name w:val="Corpo testo Carattere"/>
    <w:link w:val="Corpotesto1"/>
    <w:qFormat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6A4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semiHidden/>
    <w:qFormat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unti">
    <w:name w:val="Punti"/>
    <w:qFormat/>
    <w:rsid w:val="00F60AAF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F60AAF"/>
  </w:style>
  <w:style w:type="paragraph" w:styleId="Titolo">
    <w:name w:val="Title"/>
    <w:basedOn w:val="Normale"/>
    <w:next w:val="Corpotesto"/>
    <w:qFormat/>
    <w:rsid w:val="00F60AA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paragraph" w:styleId="Elenco">
    <w:name w:val="List"/>
    <w:basedOn w:val="Corpotesto"/>
    <w:rsid w:val="00F60AAF"/>
    <w:rPr>
      <w:rFonts w:cs="Lucida Sans"/>
    </w:rPr>
  </w:style>
  <w:style w:type="paragraph" w:customStyle="1" w:styleId="Didascalia1">
    <w:name w:val="Didascalia1"/>
    <w:basedOn w:val="Normale"/>
    <w:qFormat/>
    <w:rsid w:val="00F60AAF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F60AAF"/>
    <w:pPr>
      <w:suppressLineNumbers/>
    </w:pPr>
    <w:rPr>
      <w:rFonts w:cs="Lucida Sans"/>
    </w:rPr>
  </w:style>
  <w:style w:type="paragraph" w:customStyle="1" w:styleId="Indirizzomittente1">
    <w:name w:val="Indirizzo mittente1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qFormat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qFormat/>
    <w:rsid w:val="00E6796B"/>
    <w:pPr>
      <w:jc w:val="center"/>
    </w:pPr>
    <w:rPr>
      <w:b/>
      <w:bCs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6A4B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  <w:rsid w:val="00F60AAF"/>
  </w:style>
  <w:style w:type="paragraph" w:customStyle="1" w:styleId="Intestazione1">
    <w:name w:val="Intestazione1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paragraph" w:customStyle="1" w:styleId="Trattino">
    <w:name w:val="Trattino"/>
    <w:basedOn w:val="Normale"/>
    <w:qFormat/>
    <w:rsid w:val="00F34A16"/>
    <w:pPr>
      <w:jc w:val="both"/>
    </w:pPr>
    <w:rPr>
      <w:szCs w:val="20"/>
    </w:rPr>
  </w:style>
  <w:style w:type="numbering" w:customStyle="1" w:styleId="Punto">
    <w:name w:val="Punto •"/>
    <w:qFormat/>
    <w:rsid w:val="00F60AAF"/>
  </w:style>
  <w:style w:type="table" w:styleId="Grigliatabella">
    <w:name w:val="Table Grid"/>
    <w:basedOn w:val="Tabellanormale"/>
    <w:uiPriority w:val="59"/>
    <w:rsid w:val="002D5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3E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orseumane@pec.aslorist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12360\Documents\RELAZIONI%20SINDACALI%20%2030%2003%202023\INCARICHI%20DI%20STRUTTURA\PROGETTO%20ART.%2022\dipartimento%20di%20salute%20mentale\3%20ASL%205_%20Modello%20domanda%20attribuzione%20incarico%20ex%20art.%202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8B4E1-E524-4D4F-BF93-F8B70432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ASL 5_ Modello domanda attribuzione incarico ex art. 22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Links>
    <vt:vector size="6" baseType="variant">
      <vt:variant>
        <vt:i4>3080276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mailto:protocollo@pec.asloristano.it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512360</dc:creator>
  <cp:lastModifiedBy>VIRDIS PAOLA</cp:lastModifiedBy>
  <cp:revision>2</cp:revision>
  <cp:lastPrinted>2018-01-10T13:22:00Z</cp:lastPrinted>
  <dcterms:created xsi:type="dcterms:W3CDTF">2024-07-11T14:13:00Z</dcterms:created>
  <dcterms:modified xsi:type="dcterms:W3CDTF">2024-07-11T14:13:00Z</dcterms:modified>
  <dc:language>it-IT</dc:language>
</cp:coreProperties>
</file>